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18154" w14:textId="75192296" w:rsidR="00463F67" w:rsidRDefault="00ED0FDB" w:rsidP="00463F67">
      <w:pPr>
        <w:pStyle w:val="Title"/>
      </w:pPr>
      <w:sdt>
        <w:sdtPr>
          <w:alias w:val="Title"/>
          <w:tag w:val=""/>
          <w:id w:val="1062761741"/>
          <w:placeholder>
            <w:docPart w:val="C167D79DDB4E4E02A8723CAD682872C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E2D67" w:rsidRPr="00AE2D67">
            <w:t>Form TC11 – Differences training record</w:t>
          </w:r>
        </w:sdtContent>
      </w:sdt>
    </w:p>
    <w:p w14:paraId="4DB641CB" w14:textId="77777777" w:rsidR="001D2DF6" w:rsidRPr="002F6F85" w:rsidRDefault="001D2DF6" w:rsidP="001D2DF6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1D2DF6" w:rsidRPr="00102F1E" w14:paraId="69A73006" w14:textId="77777777" w:rsidTr="0038189F">
        <w:trPr>
          <w:trHeight w:val="580"/>
        </w:trPr>
        <w:tc>
          <w:tcPr>
            <w:tcW w:w="1604" w:type="dxa"/>
          </w:tcPr>
          <w:p w14:paraId="6406E8E1" w14:textId="77777777" w:rsidR="001D2DF6" w:rsidRPr="00102F1E" w:rsidRDefault="001D2DF6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7820DB4C" w14:textId="77777777" w:rsidR="001D2DF6" w:rsidRPr="00102F1E" w:rsidRDefault="001D2DF6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1F89F177" w14:textId="77777777" w:rsidR="001D2DF6" w:rsidRPr="00102F1E" w:rsidRDefault="001D2DF6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0A0129A4" w14:textId="77777777" w:rsidR="001D2DF6" w:rsidRPr="00102F1E" w:rsidRDefault="001D2DF6" w:rsidP="0038189F"/>
        </w:tc>
      </w:tr>
      <w:tr w:rsidR="001D2DF6" w:rsidRPr="00102F1E" w14:paraId="6E29E001" w14:textId="77777777" w:rsidTr="0038189F">
        <w:trPr>
          <w:trHeight w:val="580"/>
        </w:trPr>
        <w:tc>
          <w:tcPr>
            <w:tcW w:w="1604" w:type="dxa"/>
          </w:tcPr>
          <w:p w14:paraId="4DEA3FE7" w14:textId="77777777" w:rsidR="001D2DF6" w:rsidRDefault="001D2DF6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211" w:type="dxa"/>
          </w:tcPr>
          <w:p w14:paraId="2EA26613" w14:textId="77777777" w:rsidR="001D2DF6" w:rsidRPr="00102F1E" w:rsidRDefault="00ED0FDB" w:rsidP="0038189F">
            <w:sdt>
              <w:sdtPr>
                <w:id w:val="131113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D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2DF6" w:rsidRPr="003C2B3F">
              <w:t xml:space="preserve"> Flight 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2732A29F" w14:textId="77777777" w:rsidR="001D2DF6" w:rsidRPr="00102F1E" w:rsidRDefault="00ED0FDB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1D2DF6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D2DF6" w:rsidRPr="003C2B3F">
              <w:t xml:space="preserve"> Air crew member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5C957EAF" w14:textId="77777777" w:rsidR="001D2DF6" w:rsidRPr="00102F1E" w:rsidRDefault="00ED0FDB" w:rsidP="0038189F">
            <w:sdt>
              <w:sdt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DF6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D2DF6" w:rsidRPr="003C2B3F">
              <w:t xml:space="preserve"> Medical transport specialist</w:t>
            </w:r>
          </w:p>
        </w:tc>
      </w:tr>
      <w:tr w:rsidR="001D2DF6" w:rsidRPr="00102F1E" w14:paraId="2F8FB463" w14:textId="77777777" w:rsidTr="0038189F">
        <w:trPr>
          <w:trHeight w:val="580"/>
        </w:trPr>
        <w:tc>
          <w:tcPr>
            <w:tcW w:w="1604" w:type="dxa"/>
          </w:tcPr>
          <w:p w14:paraId="57837DCC" w14:textId="77777777" w:rsidR="001D2DF6" w:rsidRPr="00AB3C89" w:rsidRDefault="001D2DF6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Trainer name:</w:t>
            </w:r>
          </w:p>
        </w:tc>
        <w:tc>
          <w:tcPr>
            <w:tcW w:w="3211" w:type="dxa"/>
          </w:tcPr>
          <w:p w14:paraId="6A7DE9A0" w14:textId="77777777" w:rsidR="001D2DF6" w:rsidRDefault="001D2DF6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B789C40" w14:textId="77777777" w:rsidR="001D2DF6" w:rsidRPr="00AB3C89" w:rsidRDefault="001D2DF6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Date of training: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5D0F507D" w14:textId="77777777" w:rsidR="001D2DF6" w:rsidRDefault="001D2DF6" w:rsidP="0038189F"/>
        </w:tc>
      </w:tr>
    </w:tbl>
    <w:p w14:paraId="6EDA7756" w14:textId="5BB8276E" w:rsidR="00256313" w:rsidRPr="003C2B3F" w:rsidRDefault="00256313" w:rsidP="00131A14">
      <w:pPr>
        <w:pStyle w:val="SourceNotes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42"/>
        <w:gridCol w:w="1692"/>
      </w:tblGrid>
      <w:tr w:rsidR="00256313" w:rsidRPr="00F86B35" w14:paraId="5BE86965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7942" w:type="dxa"/>
          </w:tcPr>
          <w:p w14:paraId="4E21039F" w14:textId="77777777" w:rsidR="00256313" w:rsidRPr="006D7FDE" w:rsidRDefault="00256313" w:rsidP="00F3353D">
            <w:r w:rsidRPr="00F86B35">
              <w:t>Training items</w:t>
            </w:r>
          </w:p>
        </w:tc>
        <w:tc>
          <w:tcPr>
            <w:tcW w:w="1692" w:type="dxa"/>
          </w:tcPr>
          <w:p w14:paraId="6394BB75" w14:textId="77777777" w:rsidR="00256313" w:rsidRPr="006D7FDE" w:rsidRDefault="00256313" w:rsidP="00F3353D">
            <w:r w:rsidRPr="00F86B35">
              <w:t xml:space="preserve">Complete </w:t>
            </w:r>
            <w:r w:rsidRPr="00F86B35">
              <w:br/>
            </w:r>
            <w:r w:rsidRPr="006D7FDE">
              <w:t>Yes / No</w:t>
            </w:r>
          </w:p>
        </w:tc>
      </w:tr>
      <w:tr w:rsidR="00256313" w:rsidRPr="00916430" w14:paraId="6F7C238E" w14:textId="77777777" w:rsidTr="00F3353D">
        <w:trPr>
          <w:trHeight w:val="38"/>
        </w:trPr>
        <w:tc>
          <w:tcPr>
            <w:tcW w:w="7942" w:type="dxa"/>
          </w:tcPr>
          <w:p w14:paraId="7E202520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323D29DF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25F5CB92" w14:textId="77777777" w:rsidTr="00F3353D">
        <w:trPr>
          <w:trHeight w:val="25"/>
        </w:trPr>
        <w:tc>
          <w:tcPr>
            <w:tcW w:w="7942" w:type="dxa"/>
          </w:tcPr>
          <w:p w14:paraId="086CECBC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55C29C5F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11A8E04D" w14:textId="77777777" w:rsidTr="00F3353D">
        <w:trPr>
          <w:trHeight w:val="25"/>
        </w:trPr>
        <w:tc>
          <w:tcPr>
            <w:tcW w:w="7942" w:type="dxa"/>
          </w:tcPr>
          <w:p w14:paraId="618F5875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53417817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62767608" w14:textId="77777777" w:rsidTr="00F3353D">
        <w:trPr>
          <w:trHeight w:val="25"/>
        </w:trPr>
        <w:tc>
          <w:tcPr>
            <w:tcW w:w="7942" w:type="dxa"/>
          </w:tcPr>
          <w:p w14:paraId="16B1AA90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38E91FD1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047CE940" w14:textId="77777777" w:rsidTr="00F3353D">
        <w:trPr>
          <w:trHeight w:val="25"/>
        </w:trPr>
        <w:tc>
          <w:tcPr>
            <w:tcW w:w="7942" w:type="dxa"/>
          </w:tcPr>
          <w:p w14:paraId="759AFA54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55825828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68AC88C6" w14:textId="77777777" w:rsidTr="00F3353D">
        <w:trPr>
          <w:trHeight w:val="25"/>
        </w:trPr>
        <w:tc>
          <w:tcPr>
            <w:tcW w:w="7942" w:type="dxa"/>
          </w:tcPr>
          <w:p w14:paraId="470CF33F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56DC9E2A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1994C4CE" w14:textId="77777777" w:rsidTr="00F3353D">
        <w:trPr>
          <w:trHeight w:val="25"/>
        </w:trPr>
        <w:tc>
          <w:tcPr>
            <w:tcW w:w="7942" w:type="dxa"/>
          </w:tcPr>
          <w:p w14:paraId="3E07F3C3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521F65E4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5E2AA8F9" w14:textId="77777777" w:rsidTr="00F3353D">
        <w:trPr>
          <w:trHeight w:val="25"/>
        </w:trPr>
        <w:tc>
          <w:tcPr>
            <w:tcW w:w="7942" w:type="dxa"/>
          </w:tcPr>
          <w:p w14:paraId="7B4ED8AA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1ADAFD0D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4676A559" w14:textId="77777777" w:rsidTr="00F3353D">
        <w:trPr>
          <w:trHeight w:val="25"/>
        </w:trPr>
        <w:tc>
          <w:tcPr>
            <w:tcW w:w="7942" w:type="dxa"/>
          </w:tcPr>
          <w:p w14:paraId="25A13CB7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35A2ED4E" w14:textId="77777777" w:rsidR="00256313" w:rsidRPr="00916430" w:rsidRDefault="00256313" w:rsidP="00F3353D">
            <w:pPr>
              <w:pStyle w:val="Tabletext"/>
            </w:pPr>
          </w:p>
        </w:tc>
      </w:tr>
      <w:tr w:rsidR="00256313" w:rsidRPr="00916430" w14:paraId="5FB5A95C" w14:textId="77777777" w:rsidTr="00F3353D">
        <w:trPr>
          <w:trHeight w:val="25"/>
        </w:trPr>
        <w:tc>
          <w:tcPr>
            <w:tcW w:w="7942" w:type="dxa"/>
          </w:tcPr>
          <w:p w14:paraId="50B22345" w14:textId="77777777" w:rsidR="00256313" w:rsidRPr="00916430" w:rsidRDefault="00256313" w:rsidP="00F3353D">
            <w:pPr>
              <w:pStyle w:val="Tabletext"/>
            </w:pPr>
          </w:p>
        </w:tc>
        <w:tc>
          <w:tcPr>
            <w:tcW w:w="1692" w:type="dxa"/>
          </w:tcPr>
          <w:p w14:paraId="5CFFE309" w14:textId="77777777" w:rsidR="00256313" w:rsidRPr="00916430" w:rsidRDefault="00256313" w:rsidP="00F3353D">
            <w:pPr>
              <w:pStyle w:val="Tabletext"/>
            </w:pPr>
          </w:p>
        </w:tc>
      </w:tr>
    </w:tbl>
    <w:p w14:paraId="572F0723" w14:textId="77777777" w:rsidR="00256313" w:rsidRDefault="00256313" w:rsidP="00256313"/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256313" w:rsidRPr="00DB6B68" w14:paraId="05B84C20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4231A5F4" w14:textId="77777777" w:rsidR="00256313" w:rsidRPr="006D7FDE" w:rsidRDefault="00256313" w:rsidP="00F3353D">
            <w:r>
              <w:t>Comments</w:t>
            </w:r>
          </w:p>
        </w:tc>
      </w:tr>
      <w:tr w:rsidR="00256313" w14:paraId="488063DD" w14:textId="77777777" w:rsidTr="00F3353D">
        <w:trPr>
          <w:trHeight w:val="2099"/>
        </w:trPr>
        <w:tc>
          <w:tcPr>
            <w:tcW w:w="9639" w:type="dxa"/>
          </w:tcPr>
          <w:p w14:paraId="0A4D09DF" w14:textId="77777777" w:rsidR="00256313" w:rsidRDefault="00256313" w:rsidP="00F3353D"/>
        </w:tc>
      </w:tr>
    </w:tbl>
    <w:p w14:paraId="54C018F9" w14:textId="77777777" w:rsidR="00131A14" w:rsidRPr="003C2B3F" w:rsidRDefault="00131A14" w:rsidP="00131A14">
      <w:pPr>
        <w:pStyle w:val="Heading4"/>
        <w:rPr>
          <w:rStyle w:val="bold"/>
        </w:rPr>
      </w:pPr>
      <w:r>
        <w:rPr>
          <w:rStyle w:val="bold"/>
        </w:rPr>
        <w:t>Trainer</w:t>
      </w:r>
      <w:r w:rsidRPr="003C2B3F">
        <w:rPr>
          <w:rStyle w:val="bold"/>
        </w:rPr>
        <w:t xml:space="preserve"> acknowledgement</w:t>
      </w:r>
    </w:p>
    <w:p w14:paraId="688AE511" w14:textId="77777777" w:rsidR="00131A14" w:rsidRPr="003C2B3F" w:rsidRDefault="00131A14" w:rsidP="00131A14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131A14" w:rsidRPr="00FF4792" w14:paraId="368EF0E7" w14:textId="77777777" w:rsidTr="0038189F">
        <w:tc>
          <w:tcPr>
            <w:tcW w:w="2570" w:type="dxa"/>
          </w:tcPr>
          <w:p w14:paraId="3382AA7F" w14:textId="77777777" w:rsidR="00131A14" w:rsidRPr="00D642BC" w:rsidRDefault="00131A14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36D3A480" w14:textId="77777777" w:rsidR="00131A14" w:rsidRPr="00FF4792" w:rsidRDefault="00131A14" w:rsidP="0038189F">
            <w:pPr>
              <w:pStyle w:val="normalafterlisttable"/>
            </w:pPr>
          </w:p>
        </w:tc>
        <w:tc>
          <w:tcPr>
            <w:tcW w:w="807" w:type="dxa"/>
          </w:tcPr>
          <w:p w14:paraId="705A9E96" w14:textId="77777777" w:rsidR="00131A14" w:rsidRPr="00D642BC" w:rsidRDefault="00131A14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5F82C365" w14:textId="77777777" w:rsidR="00131A14" w:rsidRPr="00FF4792" w:rsidRDefault="00131A14" w:rsidP="0038189F">
            <w:pPr>
              <w:pStyle w:val="normalafterlisttable"/>
            </w:pPr>
          </w:p>
        </w:tc>
      </w:tr>
      <w:tr w:rsidR="00131A14" w:rsidRPr="00916430" w14:paraId="6DF41D3C" w14:textId="77777777" w:rsidTr="0038189F">
        <w:tc>
          <w:tcPr>
            <w:tcW w:w="2570" w:type="dxa"/>
          </w:tcPr>
          <w:p w14:paraId="24BCA762" w14:textId="2D2E16F9" w:rsidR="00131A14" w:rsidRPr="00D642BC" w:rsidRDefault="00131A14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46E2FCB" w14:textId="77777777" w:rsidR="00131A14" w:rsidRPr="00FF4792" w:rsidRDefault="00131A14" w:rsidP="0038189F">
            <w:pPr>
              <w:pStyle w:val="normalafterlisttable"/>
            </w:pPr>
          </w:p>
        </w:tc>
        <w:tc>
          <w:tcPr>
            <w:tcW w:w="807" w:type="dxa"/>
          </w:tcPr>
          <w:p w14:paraId="422C6CBE" w14:textId="77777777" w:rsidR="00131A14" w:rsidRPr="00D642BC" w:rsidRDefault="00131A14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D548160" w14:textId="77777777" w:rsidR="00131A14" w:rsidRPr="00916430" w:rsidRDefault="00131A14" w:rsidP="0038189F">
            <w:pPr>
              <w:pStyle w:val="normalafterlisttable"/>
            </w:pPr>
          </w:p>
        </w:tc>
      </w:tr>
    </w:tbl>
    <w:p w14:paraId="1F2F431C" w14:textId="77777777" w:rsidR="00AE2D67" w:rsidRPr="00AE2D67" w:rsidRDefault="00AE2D67" w:rsidP="00131A14">
      <w:pPr>
        <w:pStyle w:val="SourceNotes"/>
      </w:pPr>
    </w:p>
    <w:sectPr w:rsidR="00AE2D67" w:rsidRPr="00AE2D67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87A4B" w14:textId="77777777" w:rsidR="001854C5" w:rsidRDefault="001854C5" w:rsidP="008E21DE">
      <w:pPr>
        <w:spacing w:before="0" w:after="0"/>
      </w:pPr>
      <w:r>
        <w:separator/>
      </w:r>
    </w:p>
    <w:p w14:paraId="5EC83648" w14:textId="77777777" w:rsidR="001854C5" w:rsidRDefault="001854C5"/>
  </w:endnote>
  <w:endnote w:type="continuationSeparator" w:id="0">
    <w:p w14:paraId="7DB1DB46" w14:textId="77777777" w:rsidR="001854C5" w:rsidRDefault="001854C5" w:rsidP="008E21DE">
      <w:pPr>
        <w:spacing w:before="0" w:after="0"/>
      </w:pPr>
      <w:r>
        <w:continuationSeparator/>
      </w:r>
    </w:p>
    <w:p w14:paraId="2B360F8E" w14:textId="77777777" w:rsidR="001854C5" w:rsidRDefault="001854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42561" w14:textId="1C6B5BA7" w:rsidR="00013309" w:rsidRPr="00500DA0" w:rsidRDefault="00ED0FDB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C167D79DDB4E4E02A8723CAD682872C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2D67">
          <w:rPr>
            <w:rFonts w:ascii="ArialMT" w:hAnsi="ArialMT" w:cs="ArialMT"/>
            <w:szCs w:val="16"/>
          </w:rPr>
          <w:t>Form TC11 – Differences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96BD" w14:textId="77777777" w:rsidR="00013309" w:rsidRDefault="00013309" w:rsidP="00013309">
    <w:pPr>
      <w:pStyle w:val="Footer"/>
    </w:pPr>
    <w:r>
      <w:t>Civil Aviation Safety Authority</w:t>
    </w:r>
  </w:p>
  <w:p w14:paraId="0932A4A9" w14:textId="313A846D" w:rsidR="00013309" w:rsidRDefault="00ED0FDB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2D67">
          <w:rPr>
            <w:rFonts w:ascii="ArialMT" w:hAnsi="ArialMT" w:cs="ArialMT"/>
            <w:szCs w:val="16"/>
          </w:rPr>
          <w:t>Form TC11 – Differences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AE2D67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AE2D67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76E38C42" w14:textId="77777777" w:rsidR="00013309" w:rsidRPr="00A365CA" w:rsidRDefault="00ED0FDB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31A14">
          <w:rPr>
            <w:color w:val="ED0000"/>
          </w:rPr>
          <w:t>Official</w:t>
        </w:r>
      </w:sdtContent>
    </w:sdt>
    <w:r w:rsidR="00463F67" w:rsidRPr="00131A14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897D4B1" wp14:editId="53C772E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8FD146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97D4B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258FD146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D0FD8" w14:textId="77777777" w:rsidR="001854C5" w:rsidRPr="0022402E" w:rsidRDefault="001854C5" w:rsidP="0022402E">
      <w:pPr>
        <w:spacing w:before="240"/>
        <w:rPr>
          <w:lang w:val="en-US"/>
        </w:rPr>
      </w:pPr>
      <w:r w:rsidRPr="00131A14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1436C665" w14:textId="77777777" w:rsidR="001854C5" w:rsidRDefault="001854C5" w:rsidP="008E21DE">
      <w:pPr>
        <w:spacing w:before="0" w:after="0"/>
      </w:pPr>
      <w:r>
        <w:continuationSeparator/>
      </w:r>
    </w:p>
    <w:p w14:paraId="1465DB06" w14:textId="77777777" w:rsidR="001854C5" w:rsidRDefault="001854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6566" w14:textId="77777777" w:rsidR="00DD684D" w:rsidRDefault="00DD684D" w:rsidP="00DD684D">
    <w:pPr>
      <w:pStyle w:val="Header"/>
    </w:pPr>
    <w:r>
      <w:t>ORGANISATION NAME/DETAILS</w:t>
    </w:r>
  </w:p>
  <w:p w14:paraId="27F5DA44" w14:textId="77777777" w:rsidR="00013309" w:rsidRPr="00DD684D" w:rsidRDefault="00ED0FDB" w:rsidP="00B17DAE">
    <w:pPr>
      <w:pStyle w:val="Header"/>
      <w:spacing w:after="120"/>
    </w:pPr>
    <w:r>
      <w:pict w14:anchorId="104C424A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F205" w14:textId="77777777" w:rsidR="00463F67" w:rsidRPr="00131A14" w:rsidRDefault="00ED0FDB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31A14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67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31A14"/>
    <w:rsid w:val="00143430"/>
    <w:rsid w:val="00167A69"/>
    <w:rsid w:val="00176B72"/>
    <w:rsid w:val="001854C5"/>
    <w:rsid w:val="00195255"/>
    <w:rsid w:val="001B5264"/>
    <w:rsid w:val="001D2DF6"/>
    <w:rsid w:val="001E7F84"/>
    <w:rsid w:val="00212519"/>
    <w:rsid w:val="00222CED"/>
    <w:rsid w:val="0022402E"/>
    <w:rsid w:val="0024420C"/>
    <w:rsid w:val="00256313"/>
    <w:rsid w:val="002573ED"/>
    <w:rsid w:val="002804D3"/>
    <w:rsid w:val="0028675C"/>
    <w:rsid w:val="00297222"/>
    <w:rsid w:val="002A42D7"/>
    <w:rsid w:val="002F3747"/>
    <w:rsid w:val="002F455A"/>
    <w:rsid w:val="003405A7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E7E70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B6E37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E2D67"/>
    <w:rsid w:val="00AF0899"/>
    <w:rsid w:val="00B014EE"/>
    <w:rsid w:val="00B10265"/>
    <w:rsid w:val="00B17DAE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ED0FDB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796E7"/>
  <w15:chartTrackingRefBased/>
  <w15:docId w15:val="{0C4E791D-DDB2-4EEC-9506-7DD2B177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256313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256313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256313"/>
    <w:rPr>
      <w:b/>
      <w:bCs/>
    </w:rPr>
  </w:style>
  <w:style w:type="table" w:customStyle="1" w:styleId="SD-MOStable">
    <w:name w:val="SD - MOS table"/>
    <w:basedOn w:val="TableNormal"/>
    <w:uiPriority w:val="99"/>
    <w:rsid w:val="00256313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1D2DF6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167D79DDB4E4E02A8723CAD68287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87742-FF68-437A-8AAA-6D29C5D06B77}"/>
      </w:docPartPr>
      <w:docPartBody>
        <w:p w:rsidR="0043489F" w:rsidRDefault="0043489F">
          <w:pPr>
            <w:pStyle w:val="C167D79DDB4E4E02A8723CAD682872C7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F7"/>
    <w:rsid w:val="00297222"/>
    <w:rsid w:val="00352FB1"/>
    <w:rsid w:val="0043489F"/>
    <w:rsid w:val="007477F7"/>
    <w:rsid w:val="009D477D"/>
    <w:rsid w:val="00D26448"/>
    <w:rsid w:val="00E9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167D79DDB4E4E02A8723CAD682872C7">
    <w:name w:val="C167D79DDB4E4E02A8723CAD682872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www.w3.org/XML/1998/namespace"/>
    <ds:schemaRef ds:uri="http://purl.org/dc/terms/"/>
    <ds:schemaRef ds:uri="http://purl.org/dc/dcmitype/"/>
    <ds:schemaRef ds:uri="09d1133f-994b-4ec9-8bcd-76b1f6ed9a8c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147bc000-5d24-4a58-bdb3-1d507d54dc98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52</Words>
  <Characters>344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TC11 – Differences training record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TC11 – Differences training record</dc:title>
  <dc:subject/>
  <dc:creator>Bartholomew, Tina</dc:creator>
  <cp:keywords/>
  <dc:description/>
  <cp:lastModifiedBy>Bartholomew, Tina</cp:lastModifiedBy>
  <cp:revision>10</cp:revision>
  <dcterms:created xsi:type="dcterms:W3CDTF">2025-11-18T02:02:00Z</dcterms:created>
  <dcterms:modified xsi:type="dcterms:W3CDTF">2025-11-25T04:46:00Z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NOS-2025-0032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